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12140E4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33A5D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2088AFB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33A5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B33A5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5914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17FA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FA4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K.L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C316B" w14:textId="77777777" w:rsidR="0045651F" w:rsidRDefault="0045651F" w:rsidP="00C16ABF">
      <w:pPr>
        <w:spacing w:after="0" w:line="240" w:lineRule="auto"/>
      </w:pPr>
      <w:r>
        <w:separator/>
      </w:r>
    </w:p>
  </w:endnote>
  <w:endnote w:type="continuationSeparator" w:id="0">
    <w:p w14:paraId="6032B233" w14:textId="77777777" w:rsidR="0045651F" w:rsidRDefault="004565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F402F" w14:textId="77777777" w:rsidR="0045651F" w:rsidRDefault="0045651F" w:rsidP="00C16ABF">
      <w:pPr>
        <w:spacing w:after="0" w:line="240" w:lineRule="auto"/>
      </w:pPr>
      <w:r>
        <w:separator/>
      </w:r>
    </w:p>
  </w:footnote>
  <w:footnote w:type="continuationSeparator" w:id="0">
    <w:p w14:paraId="665315A9" w14:textId="77777777" w:rsidR="0045651F" w:rsidRDefault="0045651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1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14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01A0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33A5D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2BC62B-33BD-46DE-9552-82FF48BA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838</Words>
  <Characters>5032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2020-12-15T14:36:00Z</dcterms:created>
  <dcterms:modified xsi:type="dcterms:W3CDTF">2022-02-11T10:44:00Z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